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C373C">
        <w:rPr>
          <w:rFonts w:ascii="Corbel" w:hAnsi="Corbel"/>
          <w:i/>
          <w:smallCaps/>
          <w:sz w:val="24"/>
          <w:szCs w:val="24"/>
        </w:rPr>
        <w:t>202</w:t>
      </w:r>
      <w:r w:rsidR="00CD4792">
        <w:rPr>
          <w:rFonts w:ascii="Corbel" w:hAnsi="Corbel"/>
          <w:i/>
          <w:smallCaps/>
          <w:sz w:val="24"/>
          <w:szCs w:val="24"/>
        </w:rPr>
        <w:t>1</w:t>
      </w:r>
      <w:r w:rsidR="004C373C">
        <w:rPr>
          <w:rFonts w:ascii="Corbel" w:hAnsi="Corbel"/>
          <w:i/>
          <w:smallCaps/>
          <w:sz w:val="24"/>
          <w:szCs w:val="24"/>
        </w:rPr>
        <w:t>/202</w:t>
      </w:r>
      <w:r w:rsidR="00CD4792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4C373C">
        <w:rPr>
          <w:rFonts w:ascii="Corbel" w:hAnsi="Corbel"/>
          <w:sz w:val="20"/>
          <w:szCs w:val="20"/>
        </w:rPr>
        <w:t>202</w:t>
      </w:r>
      <w:r w:rsidR="00CD4792">
        <w:rPr>
          <w:rFonts w:ascii="Corbel" w:hAnsi="Corbel"/>
          <w:sz w:val="20"/>
          <w:szCs w:val="20"/>
        </w:rPr>
        <w:t>3</w:t>
      </w:r>
      <w:r w:rsidR="004C373C">
        <w:rPr>
          <w:rFonts w:ascii="Corbel" w:hAnsi="Corbel"/>
          <w:sz w:val="20"/>
          <w:szCs w:val="20"/>
        </w:rPr>
        <w:t>/202</w:t>
      </w:r>
      <w:r w:rsidR="00CD4792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="004E5F5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71348" w:rsidP="00C713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757B9" w:rsidP="007757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CF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3C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83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3279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ze szczególnym uwzględnieniem plastyki. </w:t>
            </w:r>
          </w:p>
        </w:tc>
      </w:tr>
    </w:tbl>
    <w:p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6577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611D72">
              <w:rPr>
                <w:rFonts w:ascii="Corbel" w:hAnsi="Corbel"/>
                <w:b w:val="0"/>
                <w:sz w:val="24"/>
                <w:szCs w:val="24"/>
              </w:rPr>
              <w:t xml:space="preserve"> postawy kreatywności u uczestników zajęć resocjalizacyjnych.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pracy, szkoły i rekreacji.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związane z wychowaniem estetycznym i wychowaniem przez sztukę w odniesieniu do ogólnej wiedzy z zakresu pedagogiki.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rozpozna i opisze specyficzne potrzeby oraz zainteresowania osób niedostosowanych społecznie.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cele i funkcje sztuki, pracy, szkoły oraz rekreacji w procesie </w:t>
            </w:r>
            <w:r w:rsidR="000B2406">
              <w:rPr>
                <w:rFonts w:ascii="Corbel" w:hAnsi="Corbel"/>
                <w:b w:val="0"/>
                <w:smallCaps w:val="0"/>
                <w:szCs w:val="24"/>
              </w:rPr>
              <w:t xml:space="preserve">resocjalizacji. 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w zakresie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kulturotechniki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grupie osób objętych oddziaływaniami resocjalizacyjnymi.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rolę kreatywności i ekspresji jako zjawiska społecznej komunikacji wśród osób niedostosowanych społecznie.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9C452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wypowie się na temat znaczenia twórczego myślenia i działania w czasie projektowania i prowadzenia działań resocjalizacyjnych.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wyjaśnienie znaczenia procedury w procesie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podstawy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resocjalizacji przez sport.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Plastyka jako metoda wspomagająca proces resocjalizacji.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 i rysunek).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literackim 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oddziaływań resocjalizacyjnych i profilaktycznych wykorzystujących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kulturotechnikę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warsztaty.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prac</w:t>
            </w:r>
            <w:r w:rsidR="00B83B91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B83B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83B91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proofErr w:type="spellStart"/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</w:t>
            </w:r>
            <w:proofErr w:type="spellEnd"/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:rsidR="00B83B91" w:rsidRPr="009C54AE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="00B83B91"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43654C" w:rsidRP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Kultura i resocjalizacja. Metodyka pracy </w:t>
            </w:r>
            <w:proofErr w:type="spellStart"/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kulturotechnicznej</w:t>
            </w:r>
            <w:proofErr w:type="spellEnd"/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z młodzieżą nieprzystosowaną społecznie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Warszawa 2006. </w:t>
            </w:r>
          </w:p>
          <w:p w:rsidR="0043654C" w:rsidRPr="0043654C" w:rsidRDefault="0043654C" w:rsidP="0043654C">
            <w:pPr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43654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 w:rsidR="00761A4A"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1A4A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Resocjalizacja. Teoretyczne podstawy oraz przykłady programów oddziaływań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Borowski R., Wysocki D.,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Instytucje wychowania resocjalizującego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Płock, 2001.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:rsidR="00761A4A" w:rsidRPr="00D2744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K. (red.),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Socjoterapia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arszawa 2004.</w:t>
            </w:r>
          </w:p>
        </w:tc>
      </w:tr>
    </w:tbl>
    <w:p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04" w:rsidRDefault="00D20004" w:rsidP="00C16ABF">
      <w:pPr>
        <w:spacing w:after="0" w:line="240" w:lineRule="auto"/>
      </w:pPr>
      <w:r>
        <w:separator/>
      </w:r>
    </w:p>
  </w:endnote>
  <w:endnote w:type="continuationSeparator" w:id="0">
    <w:p w:rsidR="00D20004" w:rsidRDefault="00D200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04" w:rsidRDefault="00D20004" w:rsidP="00C16ABF">
      <w:pPr>
        <w:spacing w:after="0" w:line="240" w:lineRule="auto"/>
      </w:pPr>
      <w:r>
        <w:separator/>
      </w:r>
    </w:p>
  </w:footnote>
  <w:footnote w:type="continuationSeparator" w:id="0">
    <w:p w:rsidR="00D20004" w:rsidRDefault="00D2000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40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0D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73C"/>
    <w:rsid w:val="004D5282"/>
    <w:rsid w:val="004E5F5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32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06AC"/>
    <w:rsid w:val="00647FA8"/>
    <w:rsid w:val="00650C5F"/>
    <w:rsid w:val="00654934"/>
    <w:rsid w:val="0065775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757B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CFA"/>
    <w:rsid w:val="008449B3"/>
    <w:rsid w:val="0085747A"/>
    <w:rsid w:val="00884922"/>
    <w:rsid w:val="00885F64"/>
    <w:rsid w:val="008917F9"/>
    <w:rsid w:val="008A45F7"/>
    <w:rsid w:val="008C060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13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C21"/>
    <w:rsid w:val="00C26CB7"/>
    <w:rsid w:val="00C31BD5"/>
    <w:rsid w:val="00C324C1"/>
    <w:rsid w:val="00C36992"/>
    <w:rsid w:val="00C542A5"/>
    <w:rsid w:val="00C56036"/>
    <w:rsid w:val="00C61DC5"/>
    <w:rsid w:val="00C67E92"/>
    <w:rsid w:val="00C70A26"/>
    <w:rsid w:val="00C71348"/>
    <w:rsid w:val="00C766DF"/>
    <w:rsid w:val="00C94B98"/>
    <w:rsid w:val="00CA2B96"/>
    <w:rsid w:val="00CA5089"/>
    <w:rsid w:val="00CB42CB"/>
    <w:rsid w:val="00CD4792"/>
    <w:rsid w:val="00CD6897"/>
    <w:rsid w:val="00CE5BAC"/>
    <w:rsid w:val="00CF25BE"/>
    <w:rsid w:val="00CF78ED"/>
    <w:rsid w:val="00D02B25"/>
    <w:rsid w:val="00D02EBA"/>
    <w:rsid w:val="00D17C3C"/>
    <w:rsid w:val="00D20004"/>
    <w:rsid w:val="00D26B2C"/>
    <w:rsid w:val="00D2744B"/>
    <w:rsid w:val="00D352C9"/>
    <w:rsid w:val="00D425B2"/>
    <w:rsid w:val="00D428D6"/>
    <w:rsid w:val="00D45B65"/>
    <w:rsid w:val="00D512BB"/>
    <w:rsid w:val="00D552B2"/>
    <w:rsid w:val="00D608D1"/>
    <w:rsid w:val="00D74119"/>
    <w:rsid w:val="00D77A15"/>
    <w:rsid w:val="00D8075B"/>
    <w:rsid w:val="00D83CEF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49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C8039-3780-4A1A-AEC0-966A70BC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2019-12-05T10:03:00Z</cp:lastPrinted>
  <dcterms:created xsi:type="dcterms:W3CDTF">2019-11-08T12:31:00Z</dcterms:created>
  <dcterms:modified xsi:type="dcterms:W3CDTF">2021-09-24T11:29:00Z</dcterms:modified>
</cp:coreProperties>
</file>